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7BE3" w:rsidRDefault="009C7BE3" w:rsidP="009C7BE3">
      <w:pPr>
        <w:ind w:left="708" w:hanging="513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52FF4" w:rsidRDefault="00152FF4" w:rsidP="009C7BE3">
      <w:pPr>
        <w:ind w:left="6372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 w:rsidR="009C7BE3">
        <w:rPr>
          <w:rFonts w:ascii="Arial" w:hAnsi="Arial" w:cs="Arial"/>
          <w:sz w:val="20"/>
          <w:szCs w:val="20"/>
        </w:rPr>
        <w:tab/>
      </w:r>
      <w:r w:rsidR="009C7BE3">
        <w:rPr>
          <w:rFonts w:ascii="Arial" w:hAnsi="Arial" w:cs="Arial"/>
          <w:sz w:val="20"/>
          <w:szCs w:val="20"/>
        </w:rPr>
        <w:tab/>
      </w:r>
      <w:r w:rsidR="009C7BE3">
        <w:rPr>
          <w:rFonts w:ascii="Arial" w:hAnsi="Arial" w:cs="Arial"/>
          <w:sz w:val="20"/>
          <w:szCs w:val="20"/>
        </w:rPr>
        <w:tab/>
      </w:r>
      <w:r w:rsidR="009C7BE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152FF4" w:rsidRDefault="00984DCB">
      <w:pPr>
        <w:pStyle w:val="Nagwek1"/>
      </w:pPr>
      <w:r>
        <w:rPr>
          <w:rFonts w:ascii="Arial" w:hAnsi="Arial" w:cs="Arial"/>
          <w:sz w:val="24"/>
          <w:szCs w:val="24"/>
        </w:rPr>
        <w:t>FORMULARZ</w:t>
      </w:r>
      <w:r w:rsidR="00152FF4">
        <w:rPr>
          <w:rFonts w:ascii="Arial" w:hAnsi="Arial" w:cs="Arial"/>
          <w:sz w:val="24"/>
          <w:szCs w:val="24"/>
        </w:rPr>
        <w:t xml:space="preserve"> OFERTOWY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  <w:bCs/>
        </w:rPr>
        <w:t xml:space="preserve"> ________________________________________________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z siedzibą w: kod</w:t>
      </w:r>
      <w:r>
        <w:rPr>
          <w:rFonts w:ascii="Arial" w:hAnsi="Arial" w:cs="Arial"/>
          <w:bCs/>
        </w:rPr>
        <w:t xml:space="preserve">__________________ </w:t>
      </w:r>
      <w:r>
        <w:rPr>
          <w:rFonts w:ascii="Arial" w:hAnsi="Arial" w:cs="Arial"/>
        </w:rPr>
        <w:t>miejscowość______________________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r>
        <w:rPr>
          <w:rFonts w:ascii="Arial" w:hAnsi="Arial" w:cs="Arial"/>
        </w:rPr>
        <w:t xml:space="preserve">województwo </w:t>
      </w:r>
      <w:r w:rsidR="007A202A">
        <w:rPr>
          <w:rFonts w:ascii="Arial" w:hAnsi="Arial" w:cs="Arial"/>
        </w:rPr>
        <w:t>_________________</w:t>
      </w:r>
      <w:r>
        <w:rPr>
          <w:rFonts w:ascii="Arial" w:hAnsi="Arial" w:cs="Arial"/>
        </w:rPr>
        <w:t xml:space="preserve">  adres: ul.</w:t>
      </w:r>
      <w:r w:rsidR="007A202A">
        <w:rPr>
          <w:rFonts w:ascii="Arial" w:hAnsi="Arial" w:cs="Arial"/>
        </w:rPr>
        <w:t xml:space="preserve"> __________________________</w:t>
      </w:r>
    </w:p>
    <w:p w:rsidR="00152FF4" w:rsidRDefault="00152FF4">
      <w:pPr>
        <w:jc w:val="both"/>
        <w:rPr>
          <w:rFonts w:ascii="Arial" w:hAnsi="Arial" w:cs="Arial"/>
          <w:lang w:val="de-DE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de-DE"/>
        </w:rPr>
        <w:t>REGON:  ______________________NIP_____________________________</w:t>
      </w:r>
    </w:p>
    <w:p w:rsidR="00152FF4" w:rsidRDefault="00152FF4">
      <w:pPr>
        <w:jc w:val="both"/>
        <w:rPr>
          <w:rFonts w:ascii="Arial" w:hAnsi="Arial" w:cs="Arial"/>
          <w:lang w:val="de-DE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de-DE"/>
        </w:rPr>
        <w:t>Telefon __________________________tel./fax</w:t>
      </w:r>
      <w:r>
        <w:rPr>
          <w:rFonts w:ascii="Arial" w:hAnsi="Arial" w:cs="Arial"/>
          <w:bCs/>
          <w:lang w:val="de-DE"/>
        </w:rPr>
        <w:t>________________________</w:t>
      </w:r>
    </w:p>
    <w:p w:rsidR="00152FF4" w:rsidRDefault="00152FF4">
      <w:pPr>
        <w:jc w:val="both"/>
        <w:rPr>
          <w:rFonts w:ascii="Arial" w:hAnsi="Arial" w:cs="Arial"/>
          <w:lang w:val="en-US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en-US"/>
        </w:rPr>
        <w:t>e-mail: ________________________________________________________</w:t>
      </w:r>
    </w:p>
    <w:p w:rsidR="00152FF4" w:rsidRDefault="00152FF4">
      <w:pPr>
        <w:jc w:val="both"/>
        <w:rPr>
          <w:rFonts w:ascii="Arial" w:hAnsi="Arial" w:cs="Arial"/>
          <w:lang w:val="en-US"/>
        </w:rPr>
      </w:pPr>
    </w:p>
    <w:p w:rsidR="00984DCB" w:rsidRDefault="00984DCB">
      <w:pPr>
        <w:jc w:val="both"/>
        <w:rPr>
          <w:rFonts w:ascii="Arial" w:hAnsi="Arial" w:cs="Arial"/>
        </w:rPr>
      </w:pPr>
    </w:p>
    <w:p w:rsidR="00152FF4" w:rsidRDefault="00152F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Niniejszym zgłaszam(y) przystąpienie do postępowania na:</w:t>
      </w:r>
    </w:p>
    <w:p w:rsidR="00AE6C7A" w:rsidRPr="00AE6C7A" w:rsidRDefault="00AE6C7A">
      <w:pPr>
        <w:jc w:val="both"/>
        <w:rPr>
          <w:sz w:val="32"/>
          <w:szCs w:val="32"/>
        </w:rPr>
      </w:pPr>
    </w:p>
    <w:p w:rsidR="00EE7C17" w:rsidRPr="00AE6C7A" w:rsidRDefault="00E17264" w:rsidP="00EE7C1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>Zakup leków i medycznych środków materiałowych</w:t>
      </w:r>
      <w:r w:rsidR="00A6782A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A6782A">
        <w:rPr>
          <w:rFonts w:ascii="Arial" w:hAnsi="Arial" w:cs="Arial"/>
          <w:b/>
          <w:i/>
          <w:color w:val="000000"/>
          <w:sz w:val="32"/>
          <w:szCs w:val="32"/>
        </w:rPr>
        <w:br/>
        <w:t>w podziale na 3 części</w:t>
      </w:r>
    </w:p>
    <w:p w:rsidR="00650FBB" w:rsidRPr="00EE7C17" w:rsidRDefault="00650FBB" w:rsidP="00650FBB">
      <w:pPr>
        <w:tabs>
          <w:tab w:val="left" w:pos="4032"/>
        </w:tabs>
        <w:spacing w:line="360" w:lineRule="atLeast"/>
        <w:jc w:val="center"/>
      </w:pPr>
      <w:r w:rsidRPr="00EE7C17">
        <w:rPr>
          <w:rFonts w:ascii="Arial" w:hAnsi="Arial" w:cs="Arial"/>
          <w:b/>
        </w:rPr>
        <w:t>Nr sprawy: 4WOG.1200.2712</w:t>
      </w:r>
      <w:r w:rsidR="00AE350F" w:rsidRPr="00EE7C17">
        <w:rPr>
          <w:rFonts w:ascii="Arial" w:hAnsi="Arial" w:cs="Arial"/>
          <w:b/>
        </w:rPr>
        <w:t>.</w:t>
      </w:r>
      <w:r w:rsidR="00A6782A">
        <w:rPr>
          <w:rFonts w:ascii="Arial" w:hAnsi="Arial" w:cs="Arial"/>
          <w:b/>
        </w:rPr>
        <w:t>31</w:t>
      </w:r>
      <w:r w:rsidR="00EE7C17">
        <w:rPr>
          <w:rFonts w:ascii="Arial" w:hAnsi="Arial" w:cs="Arial"/>
          <w:b/>
        </w:rPr>
        <w:t>.202</w:t>
      </w:r>
      <w:r w:rsidR="00A6782A">
        <w:rPr>
          <w:rFonts w:ascii="Arial" w:hAnsi="Arial" w:cs="Arial"/>
          <w:b/>
        </w:rPr>
        <w:t>5</w:t>
      </w:r>
    </w:p>
    <w:p w:rsidR="00650FBB" w:rsidRDefault="00650FBB" w:rsidP="00650FBB">
      <w:pPr>
        <w:jc w:val="both"/>
        <w:rPr>
          <w:rFonts w:ascii="Arial" w:hAnsi="Arial" w:cs="Arial"/>
          <w:b/>
          <w:i/>
        </w:rPr>
      </w:pPr>
    </w:p>
    <w:p w:rsidR="00650FBB" w:rsidRDefault="00650FBB" w:rsidP="00650FBB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650FBB" w:rsidRDefault="00650FBB" w:rsidP="00FB6AFB">
      <w:pPr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               </w:t>
      </w:r>
      <w:r w:rsidRPr="00FB6AFB">
        <w:rPr>
          <w:rFonts w:ascii="Arial" w:hAnsi="Arial" w:cs="Arial"/>
          <w:bCs/>
        </w:rPr>
        <w:tab/>
      </w:r>
      <w:r w:rsidRPr="00FB6AFB">
        <w:rPr>
          <w:rFonts w:ascii="Arial" w:hAnsi="Arial" w:cs="Arial"/>
          <w:bCs/>
        </w:rPr>
        <w:tab/>
      </w:r>
      <w:r w:rsidRPr="00FB6AFB">
        <w:rPr>
          <w:rFonts w:ascii="Arial" w:hAnsi="Arial" w:cs="Arial"/>
          <w:bCs/>
        </w:rPr>
        <w:tab/>
        <w:t xml:space="preserve">         44-121 Gliwice, ul. Gen. Andersa 47</w:t>
      </w: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</w:p>
    <w:p w:rsidR="00FB6AFB" w:rsidRDefault="00FB6AFB" w:rsidP="0044253A">
      <w:pPr>
        <w:numPr>
          <w:ilvl w:val="0"/>
          <w:numId w:val="8"/>
        </w:numPr>
        <w:ind w:left="0"/>
        <w:jc w:val="both"/>
        <w:rPr>
          <w:rFonts w:ascii="Arial" w:hAnsi="Arial" w:cs="Arial"/>
        </w:rPr>
      </w:pPr>
      <w:r w:rsidRPr="00FB6AFB">
        <w:rPr>
          <w:rFonts w:ascii="Arial" w:hAnsi="Arial" w:cs="Arial"/>
          <w:bCs/>
        </w:rPr>
        <w:t>Przystępując</w:t>
      </w:r>
      <w:r w:rsidR="00EE7C17">
        <w:rPr>
          <w:rFonts w:ascii="Arial" w:hAnsi="Arial" w:cs="Arial"/>
          <w:bCs/>
        </w:rPr>
        <w:t xml:space="preserve"> do </w:t>
      </w:r>
      <w:r w:rsidRPr="00FB6AFB">
        <w:rPr>
          <w:rFonts w:ascii="Arial" w:hAnsi="Arial" w:cs="Arial"/>
          <w:bCs/>
        </w:rPr>
        <w:t xml:space="preserve">postępowania  o  zamówienie   publiczne, składamy ofertę na wykonanie przedmiotu zamówienia zgodnie z wymaganiami określonymi </w:t>
      </w:r>
      <w:r w:rsidR="00EE7C17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w Specyfikacji Warunków Zamówienia oraz projektowanymi postanowieniami umowy. Oferujemy realizację całości przedmiotu zamówienia za cenę</w:t>
      </w:r>
      <w:r w:rsidRPr="00A92546">
        <w:rPr>
          <w:rFonts w:ascii="Calibri" w:hAnsi="Calibri" w:cs="Calibri"/>
        </w:rPr>
        <w:t>:</w:t>
      </w:r>
    </w:p>
    <w:p w:rsidR="00FB6AFB" w:rsidRDefault="00FB6AFB" w:rsidP="00650FBB">
      <w:pPr>
        <w:pStyle w:val="Tekstpodstawowy"/>
        <w:spacing w:line="276" w:lineRule="auto"/>
        <w:rPr>
          <w:rFonts w:ascii="Arial" w:hAnsi="Arial" w:cs="Arial"/>
          <w:b/>
        </w:rPr>
      </w:pPr>
    </w:p>
    <w:p w:rsidR="00775D5A" w:rsidRDefault="00E17264" w:rsidP="00775D5A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nr 1 – leki:</w:t>
      </w:r>
    </w:p>
    <w:p w:rsidR="00E17264" w:rsidRDefault="00775D5A" w:rsidP="00775D5A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</w:t>
      </w:r>
      <w:r w:rsidR="00E17264">
        <w:rPr>
          <w:rFonts w:ascii="Arial" w:hAnsi="Arial" w:cs="Arial"/>
        </w:rPr>
        <w:t>;</w:t>
      </w:r>
    </w:p>
    <w:p w:rsidR="00E17264" w:rsidRDefault="00E17264" w:rsidP="00775D5A">
      <w:pPr>
        <w:pStyle w:val="Tekstpodstawowy"/>
        <w:spacing w:line="276" w:lineRule="auto"/>
        <w:rPr>
          <w:rFonts w:ascii="Arial" w:hAnsi="Arial" w:cs="Arial"/>
        </w:rPr>
      </w:pPr>
    </w:p>
    <w:p w:rsidR="00E17264" w:rsidRDefault="00E17264" w:rsidP="00E17264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nr 2 – medyczne środki materiałowe:</w:t>
      </w:r>
    </w:p>
    <w:p w:rsidR="00E17264" w:rsidRDefault="00E17264" w:rsidP="00E17264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____________________________zł;</w:t>
      </w:r>
    </w:p>
    <w:p w:rsidR="00775D5A" w:rsidRDefault="00775D5A" w:rsidP="00775D5A">
      <w:pPr>
        <w:pStyle w:val="Tekstpodstawowy"/>
        <w:spacing w:line="276" w:lineRule="auto"/>
        <w:rPr>
          <w:rFonts w:ascii="Arial" w:hAnsi="Arial" w:cs="Arial"/>
        </w:rPr>
      </w:pPr>
    </w:p>
    <w:p w:rsidR="00E17264" w:rsidRDefault="00E17264" w:rsidP="00E17264">
      <w:pPr>
        <w:pStyle w:val="Tekstpodstawowy"/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nr 3 - elektrody:</w:t>
      </w:r>
    </w:p>
    <w:p w:rsidR="00E17264" w:rsidRDefault="00E17264" w:rsidP="00E17264">
      <w:pPr>
        <w:pStyle w:val="Tekstpodstawowy"/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____________________________zł;</w:t>
      </w:r>
    </w:p>
    <w:p w:rsidR="00E17264" w:rsidRDefault="00E17264" w:rsidP="00775D5A">
      <w:pPr>
        <w:pStyle w:val="Tekstpodstawowy"/>
        <w:spacing w:line="276" w:lineRule="auto"/>
        <w:rPr>
          <w:rFonts w:ascii="Arial" w:hAnsi="Arial" w:cs="Arial"/>
        </w:rPr>
      </w:pPr>
    </w:p>
    <w:p w:rsidR="00775D5A" w:rsidRDefault="00775D5A" w:rsidP="00775D5A">
      <w:pPr>
        <w:spacing w:line="276" w:lineRule="auto"/>
        <w:jc w:val="both"/>
        <w:rPr>
          <w:rFonts w:ascii="Arial" w:hAnsi="Arial" w:cs="Arial"/>
        </w:rPr>
      </w:pPr>
    </w:p>
    <w:p w:rsidR="0044253A" w:rsidRDefault="001E797D" w:rsidP="0044253A">
      <w:pPr>
        <w:numPr>
          <w:ilvl w:val="0"/>
          <w:numId w:val="8"/>
        </w:numPr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Zobowiązuję(-my) się do wykonania przedmiotu </w:t>
      </w:r>
      <w:r w:rsidR="00FB6AFB" w:rsidRPr="00FB6AFB">
        <w:rPr>
          <w:rFonts w:ascii="Arial" w:hAnsi="Arial" w:cs="Arial"/>
          <w:bCs/>
        </w:rPr>
        <w:t>zamó</w:t>
      </w:r>
      <w:r>
        <w:rPr>
          <w:rFonts w:ascii="Arial" w:hAnsi="Arial" w:cs="Arial"/>
          <w:bCs/>
        </w:rPr>
        <w:t>wienia</w:t>
      </w:r>
      <w:r w:rsidR="00B3263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 terminie określonym  </w:t>
      </w:r>
      <w:r w:rsidR="00431D1F">
        <w:rPr>
          <w:rFonts w:ascii="Arial" w:hAnsi="Arial" w:cs="Arial"/>
          <w:bCs/>
        </w:rPr>
        <w:br/>
        <w:t>w SWZ</w:t>
      </w:r>
      <w:r>
        <w:rPr>
          <w:rFonts w:ascii="Arial" w:hAnsi="Arial" w:cs="Arial"/>
          <w:bCs/>
        </w:rPr>
        <w:t xml:space="preserve">. </w:t>
      </w:r>
    </w:p>
    <w:p w:rsidR="00E17264" w:rsidRDefault="00E17264" w:rsidP="00E17264">
      <w:pPr>
        <w:pStyle w:val="Akapitzlist"/>
        <w:numPr>
          <w:ilvl w:val="0"/>
          <w:numId w:val="8"/>
        </w:numPr>
        <w:suppressAutoHyphens w:val="0"/>
        <w:ind w:left="142" w:hanging="284"/>
        <w:contextualSpacing/>
        <w:jc w:val="both"/>
        <w:rPr>
          <w:rFonts w:ascii="Arial" w:hAnsi="Arial" w:cs="Arial"/>
          <w:b/>
        </w:rPr>
      </w:pPr>
      <w:r w:rsidRPr="00DB66C7">
        <w:rPr>
          <w:rFonts w:ascii="Arial" w:hAnsi="Arial" w:cs="Arial"/>
          <w:b/>
        </w:rPr>
        <w:lastRenderedPageBreak/>
        <w:t>Oświadczam, że zo</w:t>
      </w:r>
      <w:r>
        <w:rPr>
          <w:rFonts w:ascii="Arial" w:hAnsi="Arial" w:cs="Arial"/>
          <w:b/>
        </w:rPr>
        <w:t>bowiązuje się dostarczyć towar</w:t>
      </w:r>
      <w:r w:rsidRPr="00DB66C7">
        <w:rPr>
          <w:rFonts w:ascii="Arial" w:hAnsi="Arial" w:cs="Arial"/>
          <w:b/>
        </w:rPr>
        <w:t xml:space="preserve"> o terminie ważności nie krótszym niż jeden rok licząc od dnia dostawy lub 2/3 terminu ważności gwarantowanego przez producenta, jeśli termi</w:t>
      </w:r>
      <w:r>
        <w:rPr>
          <w:rFonts w:ascii="Arial" w:hAnsi="Arial" w:cs="Arial"/>
          <w:b/>
        </w:rPr>
        <w:t xml:space="preserve">n ważności nie przekracza roku – dotyczy części 1 </w:t>
      </w:r>
    </w:p>
    <w:p w:rsidR="00E17264" w:rsidRPr="00DB66C7" w:rsidRDefault="00E17264" w:rsidP="00E17264">
      <w:pPr>
        <w:pStyle w:val="Akapitzlist"/>
        <w:suppressAutoHyphens w:val="0"/>
        <w:ind w:left="142"/>
        <w:contextualSpacing/>
        <w:jc w:val="both"/>
        <w:rPr>
          <w:rFonts w:ascii="Arial" w:hAnsi="Arial" w:cs="Arial"/>
          <w:b/>
        </w:rPr>
      </w:pPr>
      <w:r w:rsidRPr="00DB66C7">
        <w:rPr>
          <w:rFonts w:ascii="Arial" w:hAnsi="Arial" w:cs="Arial"/>
          <w:b/>
        </w:rPr>
        <w:t>Oświadczam, że zo</w:t>
      </w:r>
      <w:r>
        <w:rPr>
          <w:rFonts w:ascii="Arial" w:hAnsi="Arial" w:cs="Arial"/>
          <w:b/>
        </w:rPr>
        <w:t>bowiązuje się dostarczyć towar</w:t>
      </w:r>
      <w:r w:rsidRPr="00DB66C7">
        <w:rPr>
          <w:rFonts w:ascii="Arial" w:hAnsi="Arial" w:cs="Arial"/>
          <w:b/>
        </w:rPr>
        <w:t xml:space="preserve"> o terminie ważności nie krótszym niż 2/3 terminu ważności gwarantowanego przez producenta</w:t>
      </w:r>
      <w:r>
        <w:rPr>
          <w:rFonts w:ascii="Arial" w:hAnsi="Arial" w:cs="Arial"/>
          <w:b/>
        </w:rPr>
        <w:t xml:space="preserve"> – dotyczy części 2 i 3</w:t>
      </w:r>
    </w:p>
    <w:p w:rsidR="0044253A" w:rsidRDefault="001E797D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Oświadczam(-y), że wybór oferty nie będzie prowadził do powstania u Zamawiającego obowiązku </w:t>
      </w:r>
      <w:r w:rsidR="00FB6AFB" w:rsidRPr="0044253A">
        <w:rPr>
          <w:rFonts w:ascii="Arial" w:hAnsi="Arial" w:cs="Arial"/>
          <w:bCs/>
        </w:rPr>
        <w:t>poda</w:t>
      </w:r>
      <w:r w:rsidR="00F63F36" w:rsidRPr="0044253A">
        <w:rPr>
          <w:rFonts w:ascii="Arial" w:hAnsi="Arial" w:cs="Arial"/>
          <w:bCs/>
        </w:rPr>
        <w:t xml:space="preserve">tkowego w zakresie podatku VAT. (W przypadku, gdy </w:t>
      </w:r>
      <w:r w:rsidR="00FB6AFB" w:rsidRPr="0044253A">
        <w:rPr>
          <w:rFonts w:ascii="Arial" w:hAnsi="Arial" w:cs="Arial"/>
          <w:bCs/>
        </w:rPr>
        <w:t>wybór oferty będzi</w:t>
      </w:r>
      <w:r w:rsidR="00F63F36" w:rsidRPr="0044253A">
        <w:rPr>
          <w:rFonts w:ascii="Arial" w:hAnsi="Arial" w:cs="Arial"/>
          <w:bCs/>
        </w:rPr>
        <w:t xml:space="preserve">e prowadził u Zamawiającego do </w:t>
      </w:r>
      <w:r w:rsidR="00FB6AFB" w:rsidRPr="0044253A">
        <w:rPr>
          <w:rFonts w:ascii="Arial" w:hAnsi="Arial" w:cs="Arial"/>
          <w:bCs/>
        </w:rPr>
        <w:t>powst</w:t>
      </w:r>
      <w:r w:rsidR="00F63F36" w:rsidRPr="0044253A">
        <w:rPr>
          <w:rFonts w:ascii="Arial" w:hAnsi="Arial" w:cs="Arial"/>
          <w:bCs/>
        </w:rPr>
        <w:t xml:space="preserve">ania obowiązku </w:t>
      </w:r>
      <w:r w:rsidR="00FB6AFB" w:rsidRPr="0044253A">
        <w:rPr>
          <w:rFonts w:ascii="Arial" w:hAnsi="Arial" w:cs="Arial"/>
          <w:bCs/>
        </w:rPr>
        <w:t xml:space="preserve">podatkowego </w:t>
      </w:r>
      <w:r w:rsidR="00F63F36" w:rsidRPr="0044253A">
        <w:rPr>
          <w:rFonts w:ascii="Arial" w:hAnsi="Arial" w:cs="Arial"/>
          <w:bCs/>
        </w:rPr>
        <w:t>w zakresie podatku VAT, Wykonawca zobowiązany</w:t>
      </w:r>
      <w:r w:rsidR="00FB6AFB" w:rsidRPr="0044253A">
        <w:rPr>
          <w:rFonts w:ascii="Arial" w:hAnsi="Arial" w:cs="Arial"/>
          <w:bCs/>
        </w:rPr>
        <w:t xml:space="preserve"> jest złożyć oświadczenie o powstaniu </w:t>
      </w:r>
      <w:r w:rsidR="00431D1F">
        <w:rPr>
          <w:rFonts w:ascii="Arial" w:hAnsi="Arial" w:cs="Arial"/>
          <w:bCs/>
        </w:rPr>
        <w:br/>
      </w:r>
      <w:r w:rsidR="00FB6AFB" w:rsidRPr="0044253A">
        <w:rPr>
          <w:rFonts w:ascii="Arial" w:hAnsi="Arial" w:cs="Arial"/>
          <w:bCs/>
        </w:rPr>
        <w:t xml:space="preserve">u </w:t>
      </w:r>
      <w:r w:rsidR="00F63F36" w:rsidRPr="0044253A">
        <w:rPr>
          <w:rFonts w:ascii="Arial" w:hAnsi="Arial" w:cs="Arial"/>
          <w:bCs/>
        </w:rPr>
        <w:t>Zamawiającego obowiązku podatkowego oraz odpowiednio zmodyfikować treść zapisu formularza ofertowego)</w:t>
      </w:r>
    </w:p>
    <w:p w:rsidR="0044253A" w:rsidRDefault="00F63F36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Akceptujemy formę i terminy płatności </w:t>
      </w:r>
      <w:r w:rsidR="005C6C72" w:rsidRPr="0044253A">
        <w:rPr>
          <w:rFonts w:ascii="Arial" w:hAnsi="Arial" w:cs="Arial"/>
          <w:bCs/>
        </w:rPr>
        <w:t>określone we wzorze umowy.</w:t>
      </w:r>
    </w:p>
    <w:p w:rsidR="00FB6AFB" w:rsidRPr="0044253A" w:rsidRDefault="00FB6AFB" w:rsidP="00FB6AFB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44253A">
        <w:rPr>
          <w:rFonts w:ascii="Arial" w:hAnsi="Arial" w:cs="Arial"/>
          <w:bCs/>
        </w:rPr>
        <w:t xml:space="preserve">Niżej podaną część/zakres zamówienia, wykonywać będą w moim imieniu podwykonawcy: (jeżeli dotyczy) 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tbl>
      <w:tblPr>
        <w:tblW w:w="8943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055"/>
      </w:tblGrid>
      <w:tr w:rsidR="00FB6AFB" w:rsidRPr="00FB6AFB" w:rsidTr="008E5007">
        <w:trPr>
          <w:trHeight w:val="318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Część/zakres zamówienia</w:t>
            </w: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Nazwa (firma) podwykonawcy</w:t>
            </w:r>
          </w:p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 xml:space="preserve">(jeżeli są znani) </w:t>
            </w:r>
          </w:p>
        </w:tc>
      </w:tr>
      <w:tr w:rsidR="00FB6AFB" w:rsidRPr="00FB6AFB" w:rsidTr="008E5007">
        <w:trPr>
          <w:trHeight w:val="318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rPr>
          <w:trHeight w:val="335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</w:tr>
    </w:tbl>
    <w:p w:rsidR="00FB6AFB" w:rsidRPr="00FB6AFB" w:rsidRDefault="00FB6AFB" w:rsidP="00FB6AFB">
      <w:pPr>
        <w:ind w:left="284"/>
        <w:rPr>
          <w:rFonts w:ascii="Arial" w:hAnsi="Arial" w:cs="Arial"/>
          <w:bCs/>
        </w:rPr>
      </w:pPr>
    </w:p>
    <w:p w:rsidR="0044253A" w:rsidRDefault="005C6C72" w:rsidP="0044253A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(W przypadku niewypisania danych lub kiedy </w:t>
      </w:r>
      <w:r w:rsidR="00FB6AFB" w:rsidRPr="00FB6AFB">
        <w:rPr>
          <w:rFonts w:ascii="Arial" w:hAnsi="Arial" w:cs="Arial"/>
          <w:bCs/>
        </w:rPr>
        <w:t xml:space="preserve">zapis będzie nie czytelny, Zamawiający przyjmie, że na etapie składania oferty </w:t>
      </w:r>
      <w:r>
        <w:rPr>
          <w:rFonts w:ascii="Arial" w:hAnsi="Arial" w:cs="Arial"/>
          <w:bCs/>
        </w:rPr>
        <w:t xml:space="preserve">Wykonawca będzie sam realizował </w:t>
      </w:r>
      <w:r w:rsidR="00FB6AFB" w:rsidRPr="00FB6AFB">
        <w:rPr>
          <w:rFonts w:ascii="Arial" w:hAnsi="Arial" w:cs="Arial"/>
          <w:bCs/>
        </w:rPr>
        <w:t>zamówienie).</w:t>
      </w:r>
    </w:p>
    <w:p w:rsidR="00FB6AFB" w:rsidRPr="00FB6AFB" w:rsidRDefault="00FB6AFB" w:rsidP="0044253A">
      <w:pPr>
        <w:numPr>
          <w:ilvl w:val="0"/>
          <w:numId w:val="8"/>
        </w:numPr>
        <w:ind w:left="0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Rodzaj przedsiębiorstwa jakim jest Wykonawca (zazn</w:t>
      </w:r>
      <w:r w:rsidR="005C6C72">
        <w:rPr>
          <w:rFonts w:ascii="Arial" w:hAnsi="Arial" w:cs="Arial"/>
          <w:bCs/>
        </w:rPr>
        <w:t xml:space="preserve">aczyć rodzaj przedsiębiorstwa): </w:t>
      </w:r>
      <w:r w:rsidR="00431D1F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 xml:space="preserve">( </w:t>
      </w:r>
      <w:r w:rsidRPr="00327A20">
        <w:rPr>
          <w:rFonts w:ascii="Arial" w:hAnsi="Arial" w:cs="Arial"/>
          <w:bCs/>
          <w:i/>
        </w:rPr>
        <w:t>w przypadku Wykonawców składających wspólną ofert</w:t>
      </w:r>
      <w:r w:rsidR="005C6C72">
        <w:rPr>
          <w:rFonts w:ascii="Arial" w:hAnsi="Arial" w:cs="Arial"/>
          <w:bCs/>
          <w:i/>
        </w:rPr>
        <w:t xml:space="preserve">ę, należy wypełnić dla każdego </w:t>
      </w:r>
      <w:r w:rsidRPr="00327A20">
        <w:rPr>
          <w:rFonts w:ascii="Arial" w:hAnsi="Arial" w:cs="Arial"/>
          <w:bCs/>
          <w:i/>
        </w:rPr>
        <w:t>podmiotu osobno</w:t>
      </w:r>
      <w:r w:rsidRPr="00FB6AFB">
        <w:rPr>
          <w:rFonts w:ascii="Arial" w:hAnsi="Arial" w:cs="Arial"/>
          <w:bCs/>
        </w:rPr>
        <w:t xml:space="preserve"> )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7F6D19">
        <w:rPr>
          <w:rFonts w:ascii="Arial" w:hAnsi="Arial" w:cs="Arial"/>
          <w:bCs/>
        </w:rPr>
      </w:r>
      <w:r w:rsidR="007F6D19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Mikroprzedsiębiorstwo 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7F6D19">
        <w:rPr>
          <w:rFonts w:ascii="Arial" w:hAnsi="Arial" w:cs="Arial"/>
          <w:bCs/>
        </w:rPr>
      </w:r>
      <w:r w:rsidR="007F6D19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Małe przedsiębiorstwo 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7F6D19">
        <w:rPr>
          <w:rFonts w:ascii="Arial" w:hAnsi="Arial" w:cs="Arial"/>
          <w:bCs/>
        </w:rPr>
      </w:r>
      <w:r w:rsidR="007F6D19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Średnie przedsiębiorstwo*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7F6D19">
        <w:rPr>
          <w:rFonts w:ascii="Arial" w:hAnsi="Arial" w:cs="Arial"/>
          <w:bCs/>
        </w:rPr>
      </w:r>
      <w:r w:rsidR="007F6D19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jednoosobowa działalność gospodarcza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7F6D19">
        <w:rPr>
          <w:rFonts w:ascii="Arial" w:hAnsi="Arial" w:cs="Arial"/>
          <w:bCs/>
        </w:rPr>
      </w:r>
      <w:r w:rsidR="007F6D19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osoba fizyczna nieprowadząca działalności gospodarczej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7F6D19">
        <w:rPr>
          <w:rFonts w:ascii="Arial" w:hAnsi="Arial" w:cs="Arial"/>
          <w:bCs/>
        </w:rPr>
      </w:r>
      <w:r w:rsidR="007F6D19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inny rodzaj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Pr="00327A20" w:rsidRDefault="00FB6AFB" w:rsidP="00FB6AFB">
      <w:pPr>
        <w:pStyle w:val="Tekstprzypisudolnego"/>
        <w:ind w:left="360"/>
        <w:jc w:val="both"/>
        <w:rPr>
          <w:rFonts w:ascii="Arial" w:hAnsi="Arial" w:cs="Arial"/>
          <w:bCs/>
          <w:i/>
          <w:lang w:eastAsia="zh-CN"/>
        </w:rPr>
      </w:pPr>
      <w:r w:rsidRPr="00FB6AFB">
        <w:rPr>
          <w:rFonts w:ascii="Arial" w:hAnsi="Arial" w:cs="Arial"/>
          <w:b/>
          <w:bCs/>
          <w:i/>
          <w:sz w:val="24"/>
          <w:szCs w:val="24"/>
          <w:lang w:eastAsia="zh-CN"/>
        </w:rPr>
        <w:t xml:space="preserve">* </w:t>
      </w:r>
      <w:r w:rsidRPr="00327A20">
        <w:rPr>
          <w:rFonts w:ascii="Arial" w:hAnsi="Arial" w:cs="Arial"/>
          <w:b/>
          <w:bCs/>
          <w:i/>
          <w:lang w:eastAsia="zh-CN"/>
        </w:rPr>
        <w:t xml:space="preserve">Mikroprzedsiębiorstwo: </w:t>
      </w:r>
      <w:r w:rsidRPr="00327A20">
        <w:rPr>
          <w:rFonts w:ascii="Arial" w:hAnsi="Arial" w:cs="Arial"/>
          <w:bCs/>
          <w:i/>
          <w:lang w:eastAsia="zh-CN"/>
        </w:rPr>
        <w:t>przedsiębiorstwo, które zatrudnia mniej niż 10 osób i którego roczny obrót lub roczna suma bilansowa nie przekracza 2 milionów EURO.</w:t>
      </w:r>
    </w:p>
    <w:p w:rsidR="00FB6AFB" w:rsidRPr="00327A20" w:rsidRDefault="00FB6AFB" w:rsidP="00FB6AFB">
      <w:pPr>
        <w:pStyle w:val="Tekstprzypisudolnego"/>
        <w:ind w:left="360"/>
        <w:jc w:val="both"/>
        <w:rPr>
          <w:rFonts w:ascii="Arial" w:hAnsi="Arial" w:cs="Arial"/>
          <w:bCs/>
          <w:i/>
          <w:lang w:eastAsia="zh-CN"/>
        </w:rPr>
      </w:pPr>
      <w:r w:rsidRPr="00327A20">
        <w:rPr>
          <w:rFonts w:ascii="Arial" w:hAnsi="Arial" w:cs="Arial"/>
          <w:b/>
          <w:bCs/>
          <w:i/>
          <w:lang w:eastAsia="zh-CN"/>
        </w:rPr>
        <w:t xml:space="preserve">*Małe przedsiębiorstwo: </w:t>
      </w:r>
      <w:r w:rsidRPr="00327A20">
        <w:rPr>
          <w:rFonts w:ascii="Arial" w:hAnsi="Arial" w:cs="Arial"/>
          <w:bCs/>
          <w:i/>
          <w:lang w:eastAsia="zh-CN"/>
        </w:rPr>
        <w:t>przedsiębiorstwo, które zatrudnia mniej niż 50 osób i którego roczny obrót lub roczna suma bilansowa nie przekracza 10 milionów EURO.</w:t>
      </w:r>
    </w:p>
    <w:p w:rsidR="00FB6AFB" w:rsidRPr="00327A20" w:rsidRDefault="00FB6AFB" w:rsidP="00FB6AFB">
      <w:pPr>
        <w:pStyle w:val="Tekstpodstawowy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/>
          <w:bCs/>
          <w:i/>
          <w:sz w:val="20"/>
          <w:szCs w:val="20"/>
        </w:rPr>
        <w:t>*Średnie przedsiębiorstwo</w:t>
      </w:r>
      <w:r w:rsidRPr="00327A20">
        <w:rPr>
          <w:rFonts w:ascii="Arial" w:hAnsi="Arial" w:cs="Arial"/>
          <w:b/>
          <w:bCs/>
          <w:sz w:val="20"/>
          <w:szCs w:val="20"/>
        </w:rPr>
        <w:t xml:space="preserve">: </w:t>
      </w:r>
      <w:r w:rsidRPr="00327A20">
        <w:rPr>
          <w:rFonts w:ascii="Arial" w:hAnsi="Arial" w:cs="Arial"/>
          <w:bCs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:rsidR="00FB6AFB" w:rsidRPr="00FB6AFB" w:rsidRDefault="00FB6AFB" w:rsidP="00FB6AF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6D55DE" w:rsidRDefault="005C6C72" w:rsidP="00431D1F">
      <w:pPr>
        <w:numPr>
          <w:ilvl w:val="0"/>
          <w:numId w:val="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sposób reprezentacji spółki/konsorcjum* dla </w:t>
      </w:r>
      <w:r w:rsidR="00FB6AFB" w:rsidRPr="00FB6AFB">
        <w:rPr>
          <w:rFonts w:ascii="Arial" w:hAnsi="Arial" w:cs="Arial"/>
          <w:bCs/>
        </w:rPr>
        <w:t>potrzeb</w:t>
      </w:r>
      <w:r w:rsidR="006D55DE">
        <w:rPr>
          <w:rFonts w:ascii="Arial" w:hAnsi="Arial" w:cs="Arial"/>
          <w:bCs/>
        </w:rPr>
        <w:t xml:space="preserve"> </w:t>
      </w:r>
      <w:r w:rsidRPr="006D55DE">
        <w:rPr>
          <w:rFonts w:ascii="Arial" w:hAnsi="Arial" w:cs="Arial"/>
          <w:bCs/>
        </w:rPr>
        <w:t>niniejszego</w:t>
      </w:r>
      <w:r w:rsidR="006D55DE">
        <w:rPr>
          <w:rFonts w:ascii="Arial" w:hAnsi="Arial" w:cs="Arial"/>
          <w:bCs/>
        </w:rPr>
        <w:t xml:space="preserve"> </w:t>
      </w:r>
      <w:r w:rsidRPr="006D55DE">
        <w:rPr>
          <w:rFonts w:ascii="Arial" w:hAnsi="Arial" w:cs="Arial"/>
          <w:bCs/>
        </w:rPr>
        <w:t xml:space="preserve">zamówienia jest następujący: </w:t>
      </w:r>
      <w:r w:rsidR="00FB6AFB" w:rsidRPr="006D55DE">
        <w:rPr>
          <w:rFonts w:ascii="Arial" w:hAnsi="Arial" w:cs="Arial"/>
          <w:bCs/>
        </w:rPr>
        <w:t xml:space="preserve"> (wypełniają jedynie przedsiębiorcy składający wspólną ofertę: spółki cywilne lub konsorcja)</w:t>
      </w:r>
    </w:p>
    <w:p w:rsidR="00FB6AFB" w:rsidRPr="006D55DE" w:rsidRDefault="00FB6AFB" w:rsidP="00431D1F">
      <w:pPr>
        <w:numPr>
          <w:ilvl w:val="0"/>
          <w:numId w:val="8"/>
        </w:numPr>
        <w:autoSpaceDE w:val="0"/>
        <w:autoSpaceDN w:val="0"/>
        <w:adjustRightInd w:val="0"/>
        <w:ind w:left="0"/>
        <w:jc w:val="both"/>
        <w:rPr>
          <w:rFonts w:ascii="Arial" w:hAnsi="Arial" w:cs="Arial"/>
          <w:bCs/>
        </w:rPr>
      </w:pPr>
      <w:r w:rsidRPr="006D55DE">
        <w:rPr>
          <w:rFonts w:ascii="Arial" w:hAnsi="Arial" w:cs="Arial"/>
          <w:bCs/>
        </w:rPr>
        <w:t xml:space="preserve">Oświadczam(-y), iż  za wyjątkiem informacji, które Wykonawca zastrzeże </w:t>
      </w:r>
      <w:r w:rsidR="001A63BD" w:rsidRPr="006D55DE">
        <w:rPr>
          <w:rFonts w:ascii="Arial" w:hAnsi="Arial" w:cs="Arial"/>
          <w:bCs/>
        </w:rPr>
        <w:t>jako tajemnicę przedsiębiorstwa</w:t>
      </w:r>
      <w:r w:rsidRPr="006D55DE">
        <w:rPr>
          <w:rFonts w:ascii="Arial" w:hAnsi="Arial" w:cs="Arial"/>
          <w:bCs/>
        </w:rPr>
        <w:t xml:space="preserve"> jako osobny dokument poprzez mechanizm dodawania dokumentów i określenia ich jako „Tajemnica </w:t>
      </w:r>
      <w:r w:rsidR="00DA4A3B" w:rsidRPr="006D55DE">
        <w:rPr>
          <w:rFonts w:ascii="Arial" w:hAnsi="Arial" w:cs="Arial"/>
          <w:bCs/>
        </w:rPr>
        <w:t xml:space="preserve">przedsiębiorstwa” oferta oraz wszelkie </w:t>
      </w:r>
      <w:r w:rsidRPr="006D55DE">
        <w:rPr>
          <w:rFonts w:ascii="Arial" w:hAnsi="Arial" w:cs="Arial"/>
          <w:bCs/>
        </w:rPr>
        <w:t>załączniki do niej</w:t>
      </w:r>
      <w:r w:rsidR="001A63BD" w:rsidRPr="006D55DE">
        <w:rPr>
          <w:rFonts w:ascii="Arial" w:hAnsi="Arial" w:cs="Arial"/>
          <w:bCs/>
        </w:rPr>
        <w:t xml:space="preserve"> </w:t>
      </w:r>
      <w:r w:rsidR="001A63BD" w:rsidRPr="006D55DE">
        <w:rPr>
          <w:rFonts w:ascii="Arial" w:hAnsi="Arial" w:cs="Arial"/>
          <w:bCs/>
        </w:rPr>
        <w:lastRenderedPageBreak/>
        <w:t>są jawne i nie zawie</w:t>
      </w:r>
      <w:r w:rsidR="00DA4A3B" w:rsidRPr="006D55DE">
        <w:rPr>
          <w:rFonts w:ascii="Arial" w:hAnsi="Arial" w:cs="Arial"/>
          <w:bCs/>
        </w:rPr>
        <w:t xml:space="preserve">rają informacji stanowiących </w:t>
      </w:r>
      <w:r w:rsidR="001A63BD" w:rsidRPr="006D55DE">
        <w:rPr>
          <w:rFonts w:ascii="Arial" w:hAnsi="Arial" w:cs="Arial"/>
          <w:bCs/>
        </w:rPr>
        <w:t xml:space="preserve">tajemnicę przedsiębiorstwa w rozumieniu przepisów o zwalczaniu </w:t>
      </w:r>
      <w:r w:rsidRPr="006D55DE">
        <w:rPr>
          <w:rFonts w:ascii="Arial" w:hAnsi="Arial" w:cs="Arial"/>
          <w:bCs/>
        </w:rPr>
        <w:t>nieuczciwej konkurencji.</w:t>
      </w:r>
      <w:bookmarkStart w:id="1" w:name="_Hlk128381123"/>
    </w:p>
    <w:bookmarkEnd w:id="1"/>
    <w:p w:rsidR="00FB6AFB" w:rsidRDefault="00FB6AFB" w:rsidP="00682B1A">
      <w:pPr>
        <w:numPr>
          <w:ilvl w:val="0"/>
          <w:numId w:val="8"/>
        </w:numPr>
        <w:ind w:left="-142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Osoba do kontaktów z Zamawiającym</w:t>
      </w:r>
      <w:r>
        <w:rPr>
          <w:rFonts w:ascii="Arial" w:hAnsi="Arial" w:cs="Arial"/>
          <w:bCs/>
        </w:rPr>
        <w:t>:</w:t>
      </w:r>
    </w:p>
    <w:p w:rsidR="00FB6AFB" w:rsidRPr="00FB6AFB" w:rsidRDefault="00F0500D" w:rsidP="004A4E69">
      <w:pPr>
        <w:ind w:left="18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………………………………………..</w:t>
      </w:r>
      <w:r w:rsidR="00682B1A">
        <w:rPr>
          <w:rFonts w:ascii="Arial" w:hAnsi="Arial" w:cs="Arial"/>
          <w:bCs/>
        </w:rPr>
        <w:t xml:space="preserve"> </w:t>
      </w:r>
    </w:p>
    <w:p w:rsidR="00FB6AFB" w:rsidRDefault="00FB6AFB" w:rsidP="00FB6AF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Pr="00FB6AFB">
        <w:rPr>
          <w:rFonts w:ascii="Arial" w:hAnsi="Arial" w:cs="Arial"/>
          <w:bCs/>
        </w:rPr>
        <w:t xml:space="preserve">tel: </w:t>
      </w:r>
      <w:r w:rsidR="00F0500D">
        <w:rPr>
          <w:rFonts w:ascii="Arial" w:hAnsi="Arial" w:cs="Arial"/>
          <w:bCs/>
        </w:rPr>
        <w:t>…………………………………..</w:t>
      </w:r>
    </w:p>
    <w:p w:rsidR="00682B1A" w:rsidRDefault="00FB6AFB" w:rsidP="00682B1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Pr="00FB6AFB">
        <w:rPr>
          <w:rFonts w:ascii="Arial" w:hAnsi="Arial" w:cs="Arial"/>
          <w:bCs/>
        </w:rPr>
        <w:t>e-mail:</w:t>
      </w:r>
      <w:r w:rsidR="00682B1A" w:rsidRPr="00682B1A">
        <w:t xml:space="preserve"> </w:t>
      </w:r>
      <w:hyperlink r:id="rId8" w:history="1">
        <w:r w:rsidR="00F0500D">
          <w:rPr>
            <w:rStyle w:val="Hipercze"/>
            <w:rFonts w:ascii="Arial" w:hAnsi="Arial" w:cs="Arial"/>
            <w:bCs/>
          </w:rPr>
          <w:t>……………………………….</w:t>
        </w:r>
      </w:hyperlink>
    </w:p>
    <w:p w:rsidR="00682B1A" w:rsidRDefault="001A63BD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jesteśmy </w:t>
      </w:r>
      <w:r w:rsidR="00FB6AFB" w:rsidRPr="00FB6AFB">
        <w:rPr>
          <w:rFonts w:ascii="Arial" w:hAnsi="Arial" w:cs="Arial"/>
          <w:bCs/>
        </w:rPr>
        <w:t>związani niniej</w:t>
      </w:r>
      <w:r w:rsidR="00DA4A3B">
        <w:rPr>
          <w:rFonts w:ascii="Arial" w:hAnsi="Arial" w:cs="Arial"/>
          <w:bCs/>
        </w:rPr>
        <w:t>szą ofertą przez czas wskazany</w:t>
      </w:r>
      <w:r w:rsidR="00FB6AFB">
        <w:rPr>
          <w:rFonts w:ascii="Arial" w:hAnsi="Arial" w:cs="Arial"/>
          <w:bCs/>
        </w:rPr>
        <w:t xml:space="preserve"> </w:t>
      </w:r>
      <w:r w:rsidR="00DA4A3B">
        <w:rPr>
          <w:rFonts w:ascii="Arial" w:hAnsi="Arial" w:cs="Arial"/>
          <w:bCs/>
        </w:rPr>
        <w:br/>
      </w:r>
      <w:r w:rsidR="00FB6AFB" w:rsidRPr="00FB6AFB">
        <w:rPr>
          <w:rFonts w:ascii="Arial" w:hAnsi="Arial" w:cs="Arial"/>
          <w:bCs/>
        </w:rPr>
        <w:t>w Sp</w:t>
      </w:r>
      <w:r w:rsidR="00DA4A3B">
        <w:rPr>
          <w:rFonts w:ascii="Arial" w:hAnsi="Arial" w:cs="Arial"/>
          <w:bCs/>
        </w:rPr>
        <w:t>ecyfikacji Warunków Zamówienia.</w:t>
      </w:r>
    </w:p>
    <w:p w:rsidR="00682B1A" w:rsidRDefault="00FB6AFB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>Oświadcz</w:t>
      </w:r>
      <w:r w:rsidR="001A63BD" w:rsidRPr="00682B1A">
        <w:rPr>
          <w:rFonts w:ascii="Arial" w:hAnsi="Arial" w:cs="Arial"/>
          <w:bCs/>
        </w:rPr>
        <w:t xml:space="preserve">amy, że zawarty w Specyfikacji </w:t>
      </w:r>
      <w:r w:rsidRPr="00682B1A">
        <w:rPr>
          <w:rFonts w:ascii="Arial" w:hAnsi="Arial" w:cs="Arial"/>
          <w:bCs/>
        </w:rPr>
        <w:t>Warunków Zamówienia wzór umowy zostały przez nas zaakceptowane i zobowiązujemy się w p</w:t>
      </w:r>
      <w:r w:rsidR="001A63BD" w:rsidRPr="00682B1A">
        <w:rPr>
          <w:rFonts w:ascii="Arial" w:hAnsi="Arial" w:cs="Arial"/>
          <w:bCs/>
        </w:rPr>
        <w:t xml:space="preserve">rzypadku wyboru naszej oferty do zawarcia umowy na określonych tam warunkach, w miejscu </w:t>
      </w:r>
      <w:r w:rsidRPr="00682B1A">
        <w:rPr>
          <w:rFonts w:ascii="Arial" w:hAnsi="Arial" w:cs="Arial"/>
          <w:bCs/>
        </w:rPr>
        <w:t>i terminie wyznaczonym przez Zamawiającego.</w:t>
      </w:r>
    </w:p>
    <w:p w:rsidR="00FB6AFB" w:rsidRPr="00682B1A" w:rsidRDefault="00FB6AFB" w:rsidP="00431D1F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>Oświadczamy, że zapoznaliśmy się ze Specyfikacją Warunków Zamówienia i nie wnosimy do jej zapisów zastrzeżeń oraz, że uzyskaliśmy wszelkie konieczne informacje do przygotowania oferty.</w:t>
      </w: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FB6AFB" w:rsidRPr="00FB6AFB" w:rsidTr="00682B1A">
        <w:trPr>
          <w:trHeight w:val="467"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FB6AFB" w:rsidRPr="00FB6AFB" w:rsidRDefault="00DA4A3B" w:rsidP="00682B1A">
            <w:pPr>
              <w:pStyle w:val="Default"/>
              <w:numPr>
                <w:ilvl w:val="0"/>
                <w:numId w:val="8"/>
              </w:numPr>
              <w:ind w:left="426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>
              <w:rPr>
                <w:rFonts w:ascii="Arial" w:hAnsi="Arial" w:cs="Arial"/>
                <w:bCs/>
                <w:color w:val="auto"/>
                <w:lang w:eastAsia="zh-CN"/>
              </w:rPr>
              <w:t xml:space="preserve">Oświadczamy, że niżej </w:t>
            </w:r>
            <w:r w:rsidR="00FB6AFB" w:rsidRPr="00FB6AFB">
              <w:rPr>
                <w:rFonts w:ascii="Arial" w:hAnsi="Arial" w:cs="Arial"/>
                <w:bCs/>
                <w:color w:val="auto"/>
                <w:lang w:eastAsia="zh-CN"/>
              </w:rPr>
              <w:t>wymienieni Wykonawcy wspólnie ub</w:t>
            </w:r>
            <w:r w:rsidR="00FB6AFB">
              <w:rPr>
                <w:rFonts w:ascii="Arial" w:hAnsi="Arial" w:cs="Arial"/>
                <w:bCs/>
                <w:color w:val="auto"/>
                <w:lang w:eastAsia="zh-CN"/>
              </w:rPr>
              <w:t>iegający się o udzielenie</w:t>
            </w:r>
            <w:r w:rsidR="00327A20">
              <w:rPr>
                <w:rFonts w:ascii="Arial" w:hAnsi="Arial" w:cs="Arial"/>
                <w:bCs/>
                <w:color w:val="auto"/>
                <w:lang w:eastAsia="zh-CN"/>
              </w:rPr>
              <w:t xml:space="preserve"> </w:t>
            </w:r>
            <w:r w:rsidR="00FB6AFB" w:rsidRPr="00FB6AFB">
              <w:rPr>
                <w:rFonts w:ascii="Arial" w:hAnsi="Arial" w:cs="Arial"/>
                <w:bCs/>
                <w:color w:val="auto"/>
                <w:lang w:eastAsia="zh-CN"/>
              </w:rPr>
              <w:t>zamówienia wykonają następujące czynności składające się na przedmiot zamówienia:</w:t>
            </w:r>
          </w:p>
        </w:tc>
      </w:tr>
    </w:tbl>
    <w:p w:rsidR="00FB6AFB" w:rsidRPr="00327A20" w:rsidRDefault="00327A20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0"/>
          <w:szCs w:val="20"/>
        </w:rPr>
      </w:pPr>
      <w:r w:rsidRPr="00327A20">
        <w:rPr>
          <w:rFonts w:ascii="Arial" w:hAnsi="Arial" w:cs="Arial"/>
          <w:bCs/>
          <w:i/>
          <w:sz w:val="20"/>
          <w:szCs w:val="20"/>
        </w:rPr>
        <w:t xml:space="preserve">(UWAGA: oświadczenie składane, tylko w przypadku gdy ofertę </w:t>
      </w:r>
      <w:r w:rsidR="00FB6AFB" w:rsidRPr="00327A20">
        <w:rPr>
          <w:rFonts w:ascii="Arial" w:hAnsi="Arial" w:cs="Arial"/>
          <w:bCs/>
          <w:i/>
          <w:sz w:val="20"/>
          <w:szCs w:val="20"/>
        </w:rPr>
        <w:t>składają Wyko</w:t>
      </w:r>
      <w:r w:rsidRPr="00327A20">
        <w:rPr>
          <w:rFonts w:ascii="Arial" w:hAnsi="Arial" w:cs="Arial"/>
          <w:bCs/>
          <w:i/>
          <w:sz w:val="20"/>
          <w:szCs w:val="20"/>
        </w:rPr>
        <w:t>nawcy  wspólnie ubiegający  się</w:t>
      </w:r>
      <w:r w:rsidR="00FB6AFB" w:rsidRPr="00327A20">
        <w:rPr>
          <w:rFonts w:ascii="Arial" w:hAnsi="Arial" w:cs="Arial"/>
          <w:bCs/>
          <w:i/>
          <w:sz w:val="20"/>
          <w:szCs w:val="20"/>
        </w:rPr>
        <w:t xml:space="preserve"> o udzielenie zamówienia publicznego) </w:t>
      </w:r>
    </w:p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2"/>
        <w:gridCol w:w="4602"/>
      </w:tblGrid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 xml:space="preserve">Nazwa/imię i nazwisko Wykonawcy, spośród Wykonawców wspólnie ubiegających się o udzielenie zamówienia </w:t>
            </w: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 xml:space="preserve">wskazanie czynności składających się na przedmiot zamówienia, które zostaną wykonane przez poszczególnych Wykonawców wspólnie ubiegających się o udzielenie zamówienia. </w:t>
            </w: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B6AFB" w:rsidRPr="00FB6AFB" w:rsidRDefault="00FB6AFB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Zgodnie z § 13 ust.1. i ust. 2  Rozporządzenia Ministra Rozwoju, Pracy i Technologii </w:t>
      </w:r>
      <w:r w:rsidR="00431D1F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z dnia 23 grudnia 2020 r. w sprawie podmiotowych środków dowodowych oraz innych dokumentów lub oświadczeń, jakich może ż</w:t>
      </w:r>
      <w:r w:rsidR="0044253A">
        <w:rPr>
          <w:rFonts w:ascii="Arial" w:hAnsi="Arial" w:cs="Arial"/>
          <w:bCs/>
        </w:rPr>
        <w:t xml:space="preserve">ądać zamawiający od wykonawcy, </w:t>
      </w:r>
      <w:r w:rsidRPr="00FB6AFB">
        <w:rPr>
          <w:rFonts w:ascii="Arial" w:hAnsi="Arial" w:cs="Arial"/>
          <w:bCs/>
        </w:rPr>
        <w:t>w celu potwierdzenia, że osoba działająca w imien</w:t>
      </w:r>
      <w:r w:rsidR="0044253A">
        <w:rPr>
          <w:rFonts w:ascii="Arial" w:hAnsi="Arial" w:cs="Arial"/>
          <w:bCs/>
        </w:rPr>
        <w:t xml:space="preserve">iu wykonawcy jest umocowana do </w:t>
      </w:r>
      <w:r w:rsidRPr="00FB6AFB">
        <w:rPr>
          <w:rFonts w:ascii="Arial" w:hAnsi="Arial" w:cs="Arial"/>
          <w:bCs/>
        </w:rPr>
        <w:t>reprezentowania Wykonawcy wskazuję  bezpłatne i ogólnodostępne bazy danych umożliwiające dostęp do tych dokumentów* :</w:t>
      </w:r>
    </w:p>
    <w:p w:rsidR="00FB6AFB" w:rsidRPr="00FB6AFB" w:rsidRDefault="00FB6AFB" w:rsidP="00FB6AFB">
      <w:pPr>
        <w:ind w:left="284" w:hanging="284"/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…………………</w:t>
      </w:r>
      <w:r w:rsidR="001A63BD">
        <w:rPr>
          <w:rFonts w:ascii="Arial" w:hAnsi="Arial" w:cs="Arial"/>
          <w:bCs/>
        </w:rPr>
        <w:t>………………………………………………………………………………</w:t>
      </w:r>
    </w:p>
    <w:p w:rsidR="00FB6AFB" w:rsidRPr="00FB6AFB" w:rsidRDefault="00FB6AFB" w:rsidP="00FB6AFB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* o ile Wykonawca nie przedłożył w ofercie tych dokumentów. </w:t>
      </w:r>
    </w:p>
    <w:p w:rsidR="00682B1A" w:rsidRDefault="0044253A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Oświadczamy, że zapoznałem </w:t>
      </w:r>
      <w:r w:rsidR="00FB6AFB" w:rsidRPr="00FB6AFB">
        <w:rPr>
          <w:rFonts w:ascii="Arial" w:hAnsi="Arial" w:cs="Arial"/>
          <w:bCs/>
        </w:rPr>
        <w:t>się z klauzulą informacyjną „RODO”.</w:t>
      </w:r>
    </w:p>
    <w:p w:rsidR="00FB6AFB" w:rsidRPr="00682B1A" w:rsidRDefault="00FB6AFB" w:rsidP="00682B1A">
      <w:pPr>
        <w:numPr>
          <w:ilvl w:val="0"/>
          <w:numId w:val="8"/>
        </w:numPr>
        <w:ind w:left="-142"/>
        <w:jc w:val="both"/>
        <w:rPr>
          <w:rFonts w:ascii="Arial" w:hAnsi="Arial" w:cs="Arial"/>
          <w:bCs/>
        </w:rPr>
      </w:pPr>
      <w:r w:rsidRPr="00682B1A">
        <w:rPr>
          <w:rFonts w:ascii="Arial" w:hAnsi="Arial" w:cs="Arial"/>
          <w:bCs/>
        </w:rPr>
        <w:t xml:space="preserve">Oświadczam, że wypełniłem obowiązki informacyjne przewidziane w art. 13 lub art. 14 RODO(*) wobec osób fizycznych, od których dane osobowe bezpośrednio lub pośrednio pozyskałem w celu ubiegania się o udzielenie zamówienia publicznego </w:t>
      </w:r>
      <w:r w:rsidR="00431D1F">
        <w:rPr>
          <w:rFonts w:ascii="Arial" w:hAnsi="Arial" w:cs="Arial"/>
          <w:bCs/>
        </w:rPr>
        <w:br/>
      </w:r>
      <w:r w:rsidRPr="00682B1A">
        <w:rPr>
          <w:rFonts w:ascii="Arial" w:hAnsi="Arial" w:cs="Arial"/>
          <w:bCs/>
        </w:rPr>
        <w:t xml:space="preserve">w niniejszym postępowaniu. (**) </w:t>
      </w:r>
    </w:p>
    <w:p w:rsidR="001A63BD" w:rsidRDefault="001A63BD" w:rsidP="0044253A">
      <w:pPr>
        <w:jc w:val="both"/>
        <w:rPr>
          <w:rFonts w:ascii="Arial" w:hAnsi="Arial" w:cs="Arial"/>
          <w:bCs/>
          <w:sz w:val="20"/>
          <w:szCs w:val="20"/>
        </w:rPr>
      </w:pPr>
    </w:p>
    <w:p w:rsidR="00FB6AFB" w:rsidRPr="00327A20" w:rsidRDefault="00FB6AFB" w:rsidP="00327A20">
      <w:pP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Cs/>
          <w:sz w:val="20"/>
          <w:szCs w:val="20"/>
        </w:rPr>
        <w:lastRenderedPageBreak/>
        <w:t>(*) rozporządzenie Parlamentu Europejskiego i Rady (UE) 2016/679 z dnia 27 kwietnia</w:t>
      </w:r>
      <w:r w:rsidR="00BB310B" w:rsidRPr="00327A20">
        <w:rPr>
          <w:rFonts w:ascii="Arial" w:hAnsi="Arial" w:cs="Arial"/>
          <w:bCs/>
          <w:sz w:val="20"/>
          <w:szCs w:val="20"/>
        </w:rPr>
        <w:t xml:space="preserve"> 2016 r. w sprawie ochrony osób</w:t>
      </w:r>
      <w:r w:rsidRPr="00327A20">
        <w:rPr>
          <w:rFonts w:ascii="Arial" w:hAnsi="Arial" w:cs="Arial"/>
          <w:bCs/>
          <w:sz w:val="20"/>
          <w:szCs w:val="20"/>
        </w:rPr>
        <w:t>fizycznych w związku z przetwarzaniem danych osobowych i w sprawie swobodnego przep</w:t>
      </w:r>
      <w:r w:rsidR="001A63BD">
        <w:rPr>
          <w:rFonts w:ascii="Arial" w:hAnsi="Arial" w:cs="Arial"/>
          <w:bCs/>
          <w:sz w:val="20"/>
          <w:szCs w:val="20"/>
        </w:rPr>
        <w:t xml:space="preserve">ływu takich danych oraz </w:t>
      </w:r>
      <w:r w:rsidRPr="00327A20">
        <w:rPr>
          <w:rFonts w:ascii="Arial" w:hAnsi="Arial" w:cs="Arial"/>
          <w:bCs/>
          <w:sz w:val="20"/>
          <w:szCs w:val="20"/>
        </w:rPr>
        <w:t xml:space="preserve">uchylenia dyrektywy 95/46/WE (ogólne rozporządzenie o ochronie danych) (Dz. Urz. UE L 119 z 04.05.2016, str. 1). </w:t>
      </w:r>
    </w:p>
    <w:p w:rsidR="00FB6AFB" w:rsidRPr="00327A20" w:rsidRDefault="00FB6AFB" w:rsidP="00327A20">
      <w:pP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Cs/>
          <w:sz w:val="20"/>
          <w:szCs w:val="20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B6AFB" w:rsidRPr="00FB6AFB" w:rsidRDefault="00FB6AFB" w:rsidP="00FB6AFB">
      <w:pPr>
        <w:ind w:left="360" w:hanging="180"/>
        <w:rPr>
          <w:rFonts w:ascii="Arial" w:hAnsi="Arial" w:cs="Arial"/>
          <w:bCs/>
        </w:rPr>
      </w:pPr>
    </w:p>
    <w:p w:rsidR="00FB6AFB" w:rsidRPr="00FB6AFB" w:rsidRDefault="00FB6AFB" w:rsidP="00FB6AFB">
      <w:pPr>
        <w:ind w:left="720"/>
        <w:rPr>
          <w:rFonts w:ascii="Arial" w:hAnsi="Arial" w:cs="Arial"/>
          <w:bCs/>
        </w:rPr>
      </w:pPr>
    </w:p>
    <w:p w:rsidR="00BB310B" w:rsidRDefault="00BB310B" w:rsidP="00FB6AFB">
      <w:pPr>
        <w:rPr>
          <w:rFonts w:ascii="Arial" w:hAnsi="Arial" w:cs="Arial"/>
          <w:bCs/>
        </w:rPr>
      </w:pPr>
    </w:p>
    <w:p w:rsidR="00BB310B" w:rsidRDefault="00BB310B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</w:p>
    <w:p w:rsidR="006F5405" w:rsidRDefault="006F5405" w:rsidP="00FB6AFB">
      <w:pPr>
        <w:rPr>
          <w:rFonts w:ascii="Arial" w:hAnsi="Arial" w:cs="Arial"/>
          <w:bCs/>
        </w:rPr>
      </w:pPr>
    </w:p>
    <w:p w:rsidR="00152FF4" w:rsidRPr="00431D1F" w:rsidRDefault="00FB6AFB" w:rsidP="00431D1F">
      <w:pPr>
        <w:autoSpaceDE w:val="0"/>
        <w:jc w:val="center"/>
        <w:rPr>
          <w:rFonts w:ascii="Arial" w:hAnsi="Arial" w:cs="Arial"/>
          <w:b/>
          <w:bCs/>
          <w:color w:val="FF0000"/>
        </w:rPr>
      </w:pPr>
      <w:r w:rsidRPr="00431D1F">
        <w:rPr>
          <w:rFonts w:ascii="Arial" w:hAnsi="Arial" w:cs="Arial"/>
          <w:b/>
          <w:bCs/>
          <w:color w:val="FF0000"/>
        </w:rPr>
        <w:t xml:space="preserve">Formularz ofertowy składa się, pod rygorem nieważności, w formie elektronicznej (opatrzonej kwalifikowanym podpisem elektronicznym) lub </w:t>
      </w:r>
      <w:r w:rsidR="00431D1F">
        <w:rPr>
          <w:rFonts w:ascii="Arial" w:hAnsi="Arial" w:cs="Arial"/>
          <w:b/>
          <w:bCs/>
          <w:color w:val="FF0000"/>
        </w:rPr>
        <w:br/>
      </w:r>
      <w:r w:rsidRPr="00431D1F">
        <w:rPr>
          <w:rFonts w:ascii="Arial" w:hAnsi="Arial" w:cs="Arial"/>
          <w:b/>
          <w:bCs/>
          <w:color w:val="FF0000"/>
        </w:rPr>
        <w:t>w postaci elektronicznej (opatrzonej podpisem zaufanym lub podpisem osobistym)</w:t>
      </w:r>
    </w:p>
    <w:sectPr w:rsidR="00152FF4" w:rsidRPr="00431D1F" w:rsidSect="006F5405">
      <w:headerReference w:type="default" r:id="rId9"/>
      <w:footerReference w:type="default" r:id="rId10"/>
      <w:pgSz w:w="11906" w:h="16838"/>
      <w:pgMar w:top="142" w:right="1274" w:bottom="851" w:left="1418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D19" w:rsidRDefault="007F6D19">
      <w:r>
        <w:separator/>
      </w:r>
    </w:p>
  </w:endnote>
  <w:endnote w:type="continuationSeparator" w:id="0">
    <w:p w:rsidR="007F6D19" w:rsidRDefault="007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02A" w:rsidRPr="007A202A" w:rsidRDefault="007A202A">
    <w:pPr>
      <w:pStyle w:val="Stopka"/>
      <w:jc w:val="right"/>
      <w:rPr>
        <w:rFonts w:ascii="Arial" w:hAnsi="Arial" w:cs="Arial"/>
      </w:rPr>
    </w:pPr>
    <w:r w:rsidRPr="007A202A">
      <w:rPr>
        <w:rFonts w:ascii="Arial" w:hAnsi="Arial" w:cs="Arial"/>
      </w:rPr>
      <w:t xml:space="preserve">Strona </w:t>
    </w:r>
    <w:r w:rsidRPr="007A202A">
      <w:rPr>
        <w:rFonts w:ascii="Arial" w:hAnsi="Arial" w:cs="Arial"/>
        <w:b/>
        <w:bCs/>
      </w:rPr>
      <w:fldChar w:fldCharType="begin"/>
    </w:r>
    <w:r w:rsidRPr="007A202A">
      <w:rPr>
        <w:rFonts w:ascii="Arial" w:hAnsi="Arial" w:cs="Arial"/>
        <w:b/>
        <w:bCs/>
      </w:rPr>
      <w:instrText>PAGE</w:instrText>
    </w:r>
    <w:r w:rsidRPr="007A202A">
      <w:rPr>
        <w:rFonts w:ascii="Arial" w:hAnsi="Arial" w:cs="Arial"/>
        <w:b/>
        <w:bCs/>
      </w:rPr>
      <w:fldChar w:fldCharType="separate"/>
    </w:r>
    <w:r w:rsidR="00E17264">
      <w:rPr>
        <w:rFonts w:ascii="Arial" w:hAnsi="Arial" w:cs="Arial"/>
        <w:b/>
        <w:bCs/>
        <w:noProof/>
      </w:rPr>
      <w:t>4</w:t>
    </w:r>
    <w:r w:rsidRPr="007A202A">
      <w:rPr>
        <w:rFonts w:ascii="Arial" w:hAnsi="Arial" w:cs="Arial"/>
        <w:b/>
        <w:bCs/>
      </w:rPr>
      <w:fldChar w:fldCharType="end"/>
    </w:r>
    <w:r w:rsidRPr="007A202A">
      <w:rPr>
        <w:rFonts w:ascii="Arial" w:hAnsi="Arial" w:cs="Arial"/>
      </w:rPr>
      <w:t xml:space="preserve"> z </w:t>
    </w:r>
    <w:r w:rsidRPr="007A202A">
      <w:rPr>
        <w:rFonts w:ascii="Arial" w:hAnsi="Arial" w:cs="Arial"/>
        <w:b/>
        <w:bCs/>
      </w:rPr>
      <w:fldChar w:fldCharType="begin"/>
    </w:r>
    <w:r w:rsidRPr="007A202A">
      <w:rPr>
        <w:rFonts w:ascii="Arial" w:hAnsi="Arial" w:cs="Arial"/>
        <w:b/>
        <w:bCs/>
      </w:rPr>
      <w:instrText>NUMPAGES</w:instrText>
    </w:r>
    <w:r w:rsidRPr="007A202A">
      <w:rPr>
        <w:rFonts w:ascii="Arial" w:hAnsi="Arial" w:cs="Arial"/>
        <w:b/>
        <w:bCs/>
      </w:rPr>
      <w:fldChar w:fldCharType="separate"/>
    </w:r>
    <w:r w:rsidR="00E17264">
      <w:rPr>
        <w:rFonts w:ascii="Arial" w:hAnsi="Arial" w:cs="Arial"/>
        <w:b/>
        <w:bCs/>
        <w:noProof/>
      </w:rPr>
      <w:t>4</w:t>
    </w:r>
    <w:r w:rsidRPr="007A202A">
      <w:rPr>
        <w:rFonts w:ascii="Arial" w:hAnsi="Arial" w:cs="Arial"/>
        <w:b/>
        <w:bCs/>
      </w:rPr>
      <w:fldChar w:fldCharType="end"/>
    </w:r>
  </w:p>
  <w:p w:rsidR="007A202A" w:rsidRDefault="007A2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D19" w:rsidRDefault="007F6D19">
      <w:r>
        <w:separator/>
      </w:r>
    </w:p>
  </w:footnote>
  <w:footnote w:type="continuationSeparator" w:id="0">
    <w:p w:rsidR="007F6D19" w:rsidRDefault="007F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EDB" w:rsidRDefault="00A6782A" w:rsidP="00046EDB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  <w:lang w:eastAsia="pl-PL"/>
      </w:rPr>
      <w:drawing>
        <wp:inline distT="0" distB="0" distL="0" distR="0">
          <wp:extent cx="603250" cy="554355"/>
          <wp:effectExtent l="0" t="0" r="0" b="0"/>
          <wp:docPr id="1" name="Obraz 25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2E0C" w:rsidRPr="00046EDB" w:rsidRDefault="00046EDB" w:rsidP="007B2E0C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 w:rsidR="00F71CAE">
      <w:rPr>
        <w:rFonts w:ascii="Arial" w:hAnsi="Arial" w:cs="Arial"/>
        <w:b/>
      </w:rPr>
      <w:t>.</w:t>
    </w:r>
    <w:r w:rsidR="00A6782A">
      <w:rPr>
        <w:rFonts w:ascii="Arial" w:hAnsi="Arial" w:cs="Arial"/>
        <w:b/>
      </w:rPr>
      <w:t>31</w:t>
    </w:r>
    <w:r w:rsidR="00EE7C17">
      <w:rPr>
        <w:rFonts w:ascii="Arial" w:hAnsi="Arial" w:cs="Arial"/>
        <w:b/>
      </w:rPr>
      <w:t>.202</w:t>
    </w:r>
    <w:r w:rsidR="00A6782A">
      <w:rPr>
        <w:rFonts w:ascii="Arial" w:hAnsi="Arial" w:cs="Arial"/>
        <w:b/>
      </w:rPr>
      <w:t>5</w:t>
    </w:r>
  </w:p>
  <w:p w:rsidR="00152FF4" w:rsidRPr="00046EDB" w:rsidRDefault="008C59FD" w:rsidP="004576DE">
    <w:pPr>
      <w:pStyle w:val="Nagwek"/>
      <w:ind w:left="5664" w:firstLine="708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</w:t>
    </w:r>
    <w:r w:rsidR="00046EDB" w:rsidRPr="00046EDB">
      <w:rPr>
        <w:rFonts w:ascii="Arial" w:hAnsi="Arial" w:cs="Arial"/>
        <w:b/>
      </w:rPr>
      <w:t>Załącznik nr 1</w:t>
    </w:r>
    <w:r w:rsidR="00F5100F">
      <w:rPr>
        <w:rFonts w:ascii="Arial" w:hAnsi="Arial" w:cs="Arial"/>
        <w:b/>
      </w:rPr>
      <w:t xml:space="preserve"> </w:t>
    </w:r>
    <w:r w:rsidR="009C7BE3">
      <w:rPr>
        <w:rFonts w:ascii="Arial" w:hAnsi="Arial" w:cs="Arial"/>
        <w:b/>
      </w:rPr>
      <w:t>do S</w:t>
    </w:r>
    <w:r w:rsidR="00046EDB" w:rsidRPr="00046EDB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351"/>
    <w:multiLevelType w:val="multilevel"/>
    <w:tmpl w:val="559EEBB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2"/>
        <w:sz w:val="24"/>
        <w:szCs w:val="24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4" w15:restartNumberingAfterBreak="0">
    <w:nsid w:val="20B97E21"/>
    <w:multiLevelType w:val="hybridMultilevel"/>
    <w:tmpl w:val="1A581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522316"/>
    <w:multiLevelType w:val="hybridMultilevel"/>
    <w:tmpl w:val="8FD69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FF10E43"/>
    <w:multiLevelType w:val="hybridMultilevel"/>
    <w:tmpl w:val="0E36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mirrorMargin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8E"/>
    <w:rsid w:val="00046EDB"/>
    <w:rsid w:val="00047EA7"/>
    <w:rsid w:val="00057B34"/>
    <w:rsid w:val="0006723F"/>
    <w:rsid w:val="000947FB"/>
    <w:rsid w:val="000B28CD"/>
    <w:rsid w:val="000C4CB0"/>
    <w:rsid w:val="000F2C9A"/>
    <w:rsid w:val="00106027"/>
    <w:rsid w:val="0012319F"/>
    <w:rsid w:val="00152FF4"/>
    <w:rsid w:val="00176CAC"/>
    <w:rsid w:val="00182268"/>
    <w:rsid w:val="001A63BD"/>
    <w:rsid w:val="001B1757"/>
    <w:rsid w:val="001E797D"/>
    <w:rsid w:val="00211C96"/>
    <w:rsid w:val="002312B4"/>
    <w:rsid w:val="00245A6E"/>
    <w:rsid w:val="0025049D"/>
    <w:rsid w:val="0025060A"/>
    <w:rsid w:val="00262EAF"/>
    <w:rsid w:val="002649C3"/>
    <w:rsid w:val="002705F1"/>
    <w:rsid w:val="00287DB6"/>
    <w:rsid w:val="002A5901"/>
    <w:rsid w:val="002A6136"/>
    <w:rsid w:val="002C30F1"/>
    <w:rsid w:val="002D0AD8"/>
    <w:rsid w:val="002D5133"/>
    <w:rsid w:val="002F4C70"/>
    <w:rsid w:val="00327A20"/>
    <w:rsid w:val="00330B4D"/>
    <w:rsid w:val="003333A7"/>
    <w:rsid w:val="0036343B"/>
    <w:rsid w:val="00386D79"/>
    <w:rsid w:val="00431D1F"/>
    <w:rsid w:val="0044253A"/>
    <w:rsid w:val="0045721E"/>
    <w:rsid w:val="004576DE"/>
    <w:rsid w:val="00485478"/>
    <w:rsid w:val="004956A2"/>
    <w:rsid w:val="004A4E69"/>
    <w:rsid w:val="004B0648"/>
    <w:rsid w:val="004E175D"/>
    <w:rsid w:val="00546212"/>
    <w:rsid w:val="005917B7"/>
    <w:rsid w:val="005A3A91"/>
    <w:rsid w:val="005A5548"/>
    <w:rsid w:val="005C6C72"/>
    <w:rsid w:val="005D1A67"/>
    <w:rsid w:val="005E554B"/>
    <w:rsid w:val="005F4F52"/>
    <w:rsid w:val="00626ABF"/>
    <w:rsid w:val="00643CB0"/>
    <w:rsid w:val="00650FBB"/>
    <w:rsid w:val="00676E1E"/>
    <w:rsid w:val="00682B1A"/>
    <w:rsid w:val="00684F2D"/>
    <w:rsid w:val="006B778B"/>
    <w:rsid w:val="006C5655"/>
    <w:rsid w:val="006D374C"/>
    <w:rsid w:val="006D55DE"/>
    <w:rsid w:val="006E72C4"/>
    <w:rsid w:val="006F5405"/>
    <w:rsid w:val="007557E7"/>
    <w:rsid w:val="00773167"/>
    <w:rsid w:val="00775D5A"/>
    <w:rsid w:val="007A202A"/>
    <w:rsid w:val="007B2E0C"/>
    <w:rsid w:val="007F399F"/>
    <w:rsid w:val="007F6D19"/>
    <w:rsid w:val="007F793B"/>
    <w:rsid w:val="00841473"/>
    <w:rsid w:val="00843D12"/>
    <w:rsid w:val="008576EA"/>
    <w:rsid w:val="008A04E2"/>
    <w:rsid w:val="008A6F46"/>
    <w:rsid w:val="008A7F93"/>
    <w:rsid w:val="008C06F9"/>
    <w:rsid w:val="008C59FD"/>
    <w:rsid w:val="008C6790"/>
    <w:rsid w:val="008D28E7"/>
    <w:rsid w:val="008E5007"/>
    <w:rsid w:val="00984DCB"/>
    <w:rsid w:val="009B543E"/>
    <w:rsid w:val="009C7BE3"/>
    <w:rsid w:val="00A042F3"/>
    <w:rsid w:val="00A33DA6"/>
    <w:rsid w:val="00A6782A"/>
    <w:rsid w:val="00AE259B"/>
    <w:rsid w:val="00AE350F"/>
    <w:rsid w:val="00AE6C7A"/>
    <w:rsid w:val="00AE7517"/>
    <w:rsid w:val="00AF0FDF"/>
    <w:rsid w:val="00AF2A41"/>
    <w:rsid w:val="00B221BC"/>
    <w:rsid w:val="00B3263C"/>
    <w:rsid w:val="00B5048E"/>
    <w:rsid w:val="00B52FE7"/>
    <w:rsid w:val="00B72B9C"/>
    <w:rsid w:val="00B739E6"/>
    <w:rsid w:val="00B73ACC"/>
    <w:rsid w:val="00B8241F"/>
    <w:rsid w:val="00B83F22"/>
    <w:rsid w:val="00B911A8"/>
    <w:rsid w:val="00BB310B"/>
    <w:rsid w:val="00BB4646"/>
    <w:rsid w:val="00BD2004"/>
    <w:rsid w:val="00BF7D7B"/>
    <w:rsid w:val="00C02BC7"/>
    <w:rsid w:val="00C1117E"/>
    <w:rsid w:val="00C50A2A"/>
    <w:rsid w:val="00C5183C"/>
    <w:rsid w:val="00C708BD"/>
    <w:rsid w:val="00C9354C"/>
    <w:rsid w:val="00CB1716"/>
    <w:rsid w:val="00CC1842"/>
    <w:rsid w:val="00CC38E2"/>
    <w:rsid w:val="00CC64D9"/>
    <w:rsid w:val="00CD205A"/>
    <w:rsid w:val="00CE43C4"/>
    <w:rsid w:val="00CF4E0D"/>
    <w:rsid w:val="00D12F2E"/>
    <w:rsid w:val="00D54562"/>
    <w:rsid w:val="00DA4A3B"/>
    <w:rsid w:val="00DA4C0B"/>
    <w:rsid w:val="00DA6E18"/>
    <w:rsid w:val="00DB0B59"/>
    <w:rsid w:val="00DC7DB6"/>
    <w:rsid w:val="00DC7FE9"/>
    <w:rsid w:val="00E17264"/>
    <w:rsid w:val="00E20BE6"/>
    <w:rsid w:val="00E43F2A"/>
    <w:rsid w:val="00E70B77"/>
    <w:rsid w:val="00EE5395"/>
    <w:rsid w:val="00EE7C17"/>
    <w:rsid w:val="00F0500D"/>
    <w:rsid w:val="00F1066E"/>
    <w:rsid w:val="00F206EB"/>
    <w:rsid w:val="00F23346"/>
    <w:rsid w:val="00F47539"/>
    <w:rsid w:val="00F5100F"/>
    <w:rsid w:val="00F55376"/>
    <w:rsid w:val="00F630DF"/>
    <w:rsid w:val="00F63F36"/>
    <w:rsid w:val="00F71CAE"/>
    <w:rsid w:val="00F82672"/>
    <w:rsid w:val="00F97215"/>
    <w:rsid w:val="00FA7C55"/>
    <w:rsid w:val="00FB6AFB"/>
    <w:rsid w:val="00FD2CAD"/>
    <w:rsid w:val="00FE306D"/>
    <w:rsid w:val="00F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E77C9FF2-448E-42B3-85C4-53A00AA1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color w:val="C9211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Arial" w:eastAsia="Calibri" w:hAnsi="Arial" w:cs="Aria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Times New Roman" w:hAnsi="Symbol" w:cs="Aria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 w:hint="default"/>
      <w:b/>
      <w:i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FontStyle137">
    <w:name w:val="Font Style13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ezodstpwZnak">
    <w:name w:val="Bez odstępów Znak"/>
    <w:rPr>
      <w:rFonts w:ascii="Arial" w:eastAsia="Times New Roman" w:hAnsi="Arial" w:cs="Arial"/>
      <w:sz w:val="24"/>
      <w:szCs w:val="24"/>
      <w:lang w:bidi="ar-SA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lang w:val="x-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Numerstrony">
    <w:name w:val="page number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pPr>
      <w:widowControl w:val="0"/>
      <w:autoSpaceDE w:val="0"/>
      <w:spacing w:line="360" w:lineRule="exact"/>
      <w:jc w:val="center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Bezodstpw">
    <w:name w:val="No Spacing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link w:val="NormalnyWebZnak"/>
    <w:pPr>
      <w:suppressAutoHyphens w:val="0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5049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49D"/>
    <w:pPr>
      <w:spacing w:after="120"/>
      <w:ind w:left="283"/>
    </w:pPr>
    <w:rPr>
      <w:lang w:eastAsia="pl-PL"/>
    </w:rPr>
  </w:style>
  <w:style w:type="character" w:customStyle="1" w:styleId="TekstpodstawowywcityZnak1">
    <w:name w:val="Tekst podstawowy wcięty Znak1"/>
    <w:uiPriority w:val="99"/>
    <w:semiHidden/>
    <w:rsid w:val="0025049D"/>
    <w:rPr>
      <w:sz w:val="24"/>
      <w:szCs w:val="24"/>
      <w:lang w:eastAsia="zh-CN"/>
    </w:rPr>
  </w:style>
  <w:style w:type="paragraph" w:customStyle="1" w:styleId="Standard">
    <w:name w:val="Standard"/>
    <w:rsid w:val="0025049D"/>
    <w:pPr>
      <w:suppressAutoHyphens/>
      <w:autoSpaceDN w:val="0"/>
    </w:pPr>
    <w:rPr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649C3"/>
    <w:rPr>
      <w:sz w:val="24"/>
      <w:szCs w:val="24"/>
      <w:lang w:eastAsia="zh-CN"/>
    </w:rPr>
  </w:style>
  <w:style w:type="paragraph" w:customStyle="1" w:styleId="ZnakZnak1">
    <w:name w:val="Znak Znak1"/>
    <w:basedOn w:val="Normalny"/>
    <w:rsid w:val="00FB6AFB"/>
    <w:pPr>
      <w:suppressAutoHyphens w:val="0"/>
    </w:pPr>
    <w:rPr>
      <w:rFonts w:ascii="Arial" w:hAnsi="Arial" w:cs="Arial"/>
      <w:lang w:eastAsia="pl-PL"/>
    </w:rPr>
  </w:style>
  <w:style w:type="paragraph" w:customStyle="1" w:styleId="NoIndent">
    <w:name w:val="No Indent"/>
    <w:basedOn w:val="Normalny"/>
    <w:next w:val="Normalny"/>
    <w:rsid w:val="00FB6AFB"/>
    <w:pPr>
      <w:widowControl w:val="0"/>
    </w:pPr>
    <w:rPr>
      <w:rFonts w:cs="Calibri"/>
      <w:color w:val="000000"/>
      <w:sz w:val="22"/>
      <w:szCs w:val="22"/>
      <w:lang w:val="en-US"/>
    </w:rPr>
  </w:style>
  <w:style w:type="paragraph" w:styleId="Tekstprzypisudolnego">
    <w:name w:val="footnote text"/>
    <w:basedOn w:val="Normalny"/>
    <w:link w:val="TekstprzypisudolnegoZnak"/>
    <w:rsid w:val="00FB6AF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6AFB"/>
  </w:style>
  <w:style w:type="character" w:customStyle="1" w:styleId="DeltaViewInsertion">
    <w:name w:val="DeltaView Insertion"/>
    <w:rsid w:val="00FB6AFB"/>
    <w:rPr>
      <w:b/>
      <w:i/>
      <w:spacing w:val="0"/>
    </w:rPr>
  </w:style>
  <w:style w:type="character" w:customStyle="1" w:styleId="NormalnyWebZnak">
    <w:name w:val="Normalny (Web) Znak"/>
    <w:link w:val="NormalnyWeb"/>
    <w:locked/>
    <w:rsid w:val="00FB6AFB"/>
    <w:rPr>
      <w:rFonts w:eastAsia="Calibri"/>
      <w:sz w:val="24"/>
      <w:szCs w:val="24"/>
      <w:lang w:eastAsia="zh-CN"/>
    </w:rPr>
  </w:style>
  <w:style w:type="paragraph" w:customStyle="1" w:styleId="Default">
    <w:name w:val="Default"/>
    <w:rsid w:val="00FB6AF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PodtytuZnak">
    <w:name w:val="Podtytuł Znak"/>
    <w:link w:val="Podtytu"/>
    <w:qFormat/>
    <w:rsid w:val="00FB6AFB"/>
    <w:rPr>
      <w:rFonts w:ascii="Arial" w:hAnsi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6AFB"/>
    <w:pPr>
      <w:spacing w:after="60"/>
      <w:jc w:val="center"/>
    </w:pPr>
    <w:rPr>
      <w:rFonts w:ascii="Arial" w:hAnsi="Arial"/>
      <w:szCs w:val="20"/>
      <w:lang w:eastAsia="ar-SA"/>
    </w:rPr>
  </w:style>
  <w:style w:type="character" w:customStyle="1" w:styleId="PodtytuZnak1">
    <w:name w:val="Podtytuł Znak1"/>
    <w:uiPriority w:val="11"/>
    <w:rsid w:val="00FB6AFB"/>
    <w:rPr>
      <w:rFonts w:ascii="Calibri Light" w:eastAsia="Times New Roman" w:hAnsi="Calibri Light" w:cs="Times New Roman"/>
      <w:sz w:val="24"/>
      <w:szCs w:val="24"/>
      <w:lang w:eastAsia="zh-CN"/>
    </w:rPr>
  </w:style>
  <w:style w:type="character" w:styleId="Hipercze">
    <w:name w:val="Hyperlink"/>
    <w:uiPriority w:val="99"/>
    <w:unhideWhenUsed/>
    <w:rsid w:val="00682B1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wog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trzebowska7792\Documents\Niestandardowe%20szablony%20pakietu%20Office\Za&#322;&#261;cznik%20nr%201%20-%20Formularz%20ofert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42FEBF-1204-44EA-8F71-439C5251C5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1 - Formularz ofertowy</Template>
  <TotalTime>1</TotalTime>
  <Pages>4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7396</CharactersWithSpaces>
  <SharedDoc>false</SharedDoc>
  <HLinks>
    <vt:vector size="6" baseType="variant">
      <vt:variant>
        <vt:i4>458868</vt:i4>
      </vt:variant>
      <vt:variant>
        <vt:i4>12</vt:i4>
      </vt:variant>
      <vt:variant>
        <vt:i4>0</vt:i4>
      </vt:variant>
      <vt:variant>
        <vt:i4>5</vt:i4>
      </vt:variant>
      <vt:variant>
        <vt:lpwstr>mailto:4wog.kancelaria@ron.mil.pl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Jastrzębowska Marta</dc:creator>
  <cp:keywords/>
  <cp:lastModifiedBy>Jastrzębowska Marta</cp:lastModifiedBy>
  <cp:revision>1</cp:revision>
  <cp:lastPrinted>2022-06-22T06:27:00Z</cp:lastPrinted>
  <dcterms:created xsi:type="dcterms:W3CDTF">2025-05-14T10:48:00Z</dcterms:created>
  <dcterms:modified xsi:type="dcterms:W3CDTF">2025-05-14T10:49:00Z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4354729e-e377-4101-9357-1dff7c714ed4</vt:lpwstr>
  </property>
  <property fmtid="{D5CDD505-2E9C-101B-9397-08002B2CF9AE}" pid="3" name="bjSaver">
    <vt:lpwstr>P7EDCYEjx7eCAD2uiqn8Q8bVkYfKzoTo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